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2D3" w:rsidRPr="003426A1" w:rsidRDefault="004042D3" w:rsidP="00A336ED">
      <w:pPr>
        <w:ind w:left="567"/>
        <w:rPr>
          <w:rFonts w:ascii="Clara Sans" w:hAnsi="Clara Sans"/>
        </w:rPr>
      </w:pPr>
    </w:p>
    <w:p w:rsidR="005D310B" w:rsidRPr="003426A1" w:rsidRDefault="005D310B" w:rsidP="00A336ED">
      <w:pPr>
        <w:ind w:left="567"/>
        <w:rPr>
          <w:rFonts w:ascii="Clara Sans" w:hAnsi="Clara Sans"/>
        </w:rPr>
      </w:pPr>
      <w:bookmarkStart w:id="0" w:name="_GoBack"/>
      <w:bookmarkEnd w:id="0"/>
    </w:p>
    <w:sectPr w:rsidR="005D310B" w:rsidRPr="003426A1" w:rsidSect="008853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268" w:right="1418" w:bottom="1560" w:left="1418" w:header="737" w:footer="7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F0F" w:rsidRDefault="00631F0F" w:rsidP="00DE6D36">
      <w:r>
        <w:separator/>
      </w:r>
    </w:p>
  </w:endnote>
  <w:endnote w:type="continuationSeparator" w:id="0">
    <w:p w:rsidR="00631F0F" w:rsidRDefault="00631F0F" w:rsidP="00DE6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lara Sans">
    <w:panose1 w:val="02000503000000020004"/>
    <w:charset w:val="EE"/>
    <w:family w:val="auto"/>
    <w:pitch w:val="variable"/>
    <w:sig w:usb0="A000002F" w:usb1="1000207A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6ED" w:rsidRDefault="00A336E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464" w:rsidRPr="00903B77" w:rsidRDefault="00903B77" w:rsidP="00903B77">
    <w:pPr>
      <w:pStyle w:val="Zpat"/>
      <w:jc w:val="right"/>
      <w:rPr>
        <w:rFonts w:ascii="Clara Sans" w:hAnsi="Clara Sans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BD34DCD" wp14:editId="545C96B3">
          <wp:simplePos x="0" y="0"/>
          <wp:positionH relativeFrom="column">
            <wp:posOffset>5076825</wp:posOffset>
          </wp:positionH>
          <wp:positionV relativeFrom="paragraph">
            <wp:posOffset>-267335</wp:posOffset>
          </wp:positionV>
          <wp:extent cx="632836" cy="655608"/>
          <wp:effectExtent l="0" t="0" r="0" b="0"/>
          <wp:wrapNone/>
          <wp:docPr id="393" name="Obrázek 393" descr="C:\Users\zfilip\AppData\Local\Microsoft\Windows\INetCache\Content.Word\HR_01_bez_claimu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:\Users\zfilip\AppData\Local\Microsoft\Windows\INetCache\Content.Word\HR_01_bez_claimu-0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836" cy="6556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Clara Sans" w:hAnsi="Clara Sans"/>
        <w:noProof/>
        <w:sz w:val="16"/>
        <w:szCs w:val="16"/>
      </w:rPr>
      <w:t>www.jcu.cz</w:t>
    </w:r>
    <w:r w:rsidRPr="00903B77">
      <w:rPr>
        <w:rFonts w:ascii="Clara Sans" w:hAnsi="Clara Sans"/>
        <w:noProof/>
        <w:sz w:val="16"/>
        <w:szCs w:val="16"/>
      </w:rPr>
      <w:ptab w:relativeTo="margin" w:alignment="center" w:leader="none"/>
    </w:r>
    <w:r w:rsidRPr="00903B77">
      <w:rPr>
        <w:rFonts w:ascii="Clara Sans" w:hAnsi="Clara Sans"/>
        <w:noProof/>
        <w:sz w:val="16"/>
        <w:szCs w:val="16"/>
      </w:rPr>
      <w:t xml:space="preserve">Stránka </w:t>
    </w:r>
    <w:r w:rsidRPr="00903B77">
      <w:rPr>
        <w:rFonts w:ascii="Clara Sans" w:hAnsi="Clara Sans"/>
        <w:bCs/>
        <w:noProof/>
        <w:sz w:val="16"/>
        <w:szCs w:val="16"/>
      </w:rPr>
      <w:fldChar w:fldCharType="begin"/>
    </w:r>
    <w:r w:rsidRPr="00903B77">
      <w:rPr>
        <w:rFonts w:ascii="Clara Sans" w:hAnsi="Clara Sans"/>
        <w:bCs/>
        <w:noProof/>
        <w:sz w:val="16"/>
        <w:szCs w:val="16"/>
      </w:rPr>
      <w:instrText>PAGE  \* Arabic  \* MERGEFORMAT</w:instrText>
    </w:r>
    <w:r w:rsidRPr="00903B77">
      <w:rPr>
        <w:rFonts w:ascii="Clara Sans" w:hAnsi="Clara Sans"/>
        <w:bCs/>
        <w:noProof/>
        <w:sz w:val="16"/>
        <w:szCs w:val="16"/>
      </w:rPr>
      <w:fldChar w:fldCharType="separate"/>
    </w:r>
    <w:r w:rsidR="00A336ED">
      <w:rPr>
        <w:rFonts w:ascii="Clara Sans" w:hAnsi="Clara Sans"/>
        <w:bCs/>
        <w:noProof/>
        <w:sz w:val="16"/>
        <w:szCs w:val="16"/>
      </w:rPr>
      <w:t>1</w:t>
    </w:r>
    <w:r w:rsidRPr="00903B77">
      <w:rPr>
        <w:rFonts w:ascii="Clara Sans" w:hAnsi="Clara Sans"/>
        <w:bCs/>
        <w:noProof/>
        <w:sz w:val="16"/>
        <w:szCs w:val="16"/>
      </w:rPr>
      <w:fldChar w:fldCharType="end"/>
    </w:r>
    <w:r w:rsidRPr="00903B77">
      <w:rPr>
        <w:rFonts w:ascii="Clara Sans" w:hAnsi="Clara Sans"/>
        <w:noProof/>
        <w:sz w:val="16"/>
        <w:szCs w:val="16"/>
      </w:rPr>
      <w:t xml:space="preserve"> z </w:t>
    </w:r>
    <w:r w:rsidRPr="00903B77">
      <w:rPr>
        <w:rFonts w:ascii="Clara Sans" w:hAnsi="Clara Sans"/>
        <w:bCs/>
        <w:noProof/>
        <w:sz w:val="16"/>
        <w:szCs w:val="16"/>
      </w:rPr>
      <w:fldChar w:fldCharType="begin"/>
    </w:r>
    <w:r w:rsidRPr="00903B77">
      <w:rPr>
        <w:rFonts w:ascii="Clara Sans" w:hAnsi="Clara Sans"/>
        <w:bCs/>
        <w:noProof/>
        <w:sz w:val="16"/>
        <w:szCs w:val="16"/>
      </w:rPr>
      <w:instrText>NUMPAGES  \* Arabic  \* MERGEFORMAT</w:instrText>
    </w:r>
    <w:r w:rsidRPr="00903B77">
      <w:rPr>
        <w:rFonts w:ascii="Clara Sans" w:hAnsi="Clara Sans"/>
        <w:bCs/>
        <w:noProof/>
        <w:sz w:val="16"/>
        <w:szCs w:val="16"/>
      </w:rPr>
      <w:fldChar w:fldCharType="separate"/>
    </w:r>
    <w:r w:rsidR="00A336ED">
      <w:rPr>
        <w:rFonts w:ascii="Clara Sans" w:hAnsi="Clara Sans"/>
        <w:bCs/>
        <w:noProof/>
        <w:sz w:val="16"/>
        <w:szCs w:val="16"/>
      </w:rPr>
      <w:t>1</w:t>
    </w:r>
    <w:r w:rsidRPr="00903B77">
      <w:rPr>
        <w:rFonts w:ascii="Clara Sans" w:hAnsi="Clara Sans"/>
        <w:bCs/>
        <w:noProof/>
        <w:sz w:val="16"/>
        <w:szCs w:val="16"/>
      </w:rPr>
      <w:fldChar w:fldCharType="end"/>
    </w:r>
    <w:r w:rsidRPr="00903B77">
      <w:rPr>
        <w:rFonts w:ascii="Clara Sans" w:hAnsi="Clara Sans"/>
        <w:noProof/>
        <w:sz w:val="16"/>
        <w:szCs w:val="16"/>
      </w:rPr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6ED" w:rsidRDefault="00A336E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F0F" w:rsidRDefault="00631F0F" w:rsidP="00DE6D36">
      <w:r>
        <w:separator/>
      </w:r>
    </w:p>
  </w:footnote>
  <w:footnote w:type="continuationSeparator" w:id="0">
    <w:p w:rsidR="00631F0F" w:rsidRDefault="00631F0F" w:rsidP="00DE6D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6ED" w:rsidRDefault="00A336E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464" w:rsidRPr="00A45427" w:rsidRDefault="00384464" w:rsidP="00747027">
    <w:pPr>
      <w:pStyle w:val="Zhlav"/>
      <w:ind w:left="-709"/>
      <w:rPr>
        <w:b/>
      </w:rPr>
    </w:pPr>
    <w:r w:rsidRPr="00E366AA">
      <w:rPr>
        <w:noProof/>
      </w:rPr>
      <w:drawing>
        <wp:inline distT="0" distB="0" distL="0" distR="0" wp14:anchorId="13D8BF26" wp14:editId="7D29C1AF">
          <wp:extent cx="3824451" cy="623455"/>
          <wp:effectExtent l="0" t="0" r="5080" b="5715"/>
          <wp:docPr id="392" name="Obrázek 3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erverREK\Redir\REK\jvana\Desktop\Manuál JU\loga\loga JU\JU_RGB_POSITIV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937797" cy="6419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6ED" w:rsidRDefault="00A336E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F52492"/>
    <w:multiLevelType w:val="hybridMultilevel"/>
    <w:tmpl w:val="A35EE9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D36"/>
    <w:rsid w:val="00006BBC"/>
    <w:rsid w:val="0001106F"/>
    <w:rsid w:val="00027542"/>
    <w:rsid w:val="00054E7B"/>
    <w:rsid w:val="00071F65"/>
    <w:rsid w:val="000F5D9C"/>
    <w:rsid w:val="00231EFA"/>
    <w:rsid w:val="002429A1"/>
    <w:rsid w:val="00293576"/>
    <w:rsid w:val="002B652A"/>
    <w:rsid w:val="002C3FB3"/>
    <w:rsid w:val="003350B8"/>
    <w:rsid w:val="00336D55"/>
    <w:rsid w:val="003426A1"/>
    <w:rsid w:val="003571BB"/>
    <w:rsid w:val="00384464"/>
    <w:rsid w:val="004042D3"/>
    <w:rsid w:val="00495131"/>
    <w:rsid w:val="004B46CA"/>
    <w:rsid w:val="0054555B"/>
    <w:rsid w:val="0058460B"/>
    <w:rsid w:val="005A7570"/>
    <w:rsid w:val="005D310B"/>
    <w:rsid w:val="006008A8"/>
    <w:rsid w:val="00631F0F"/>
    <w:rsid w:val="006555E3"/>
    <w:rsid w:val="006A77C2"/>
    <w:rsid w:val="006C20CA"/>
    <w:rsid w:val="00705107"/>
    <w:rsid w:val="00712A34"/>
    <w:rsid w:val="007422B5"/>
    <w:rsid w:val="00747027"/>
    <w:rsid w:val="007E2196"/>
    <w:rsid w:val="00802928"/>
    <w:rsid w:val="008171E5"/>
    <w:rsid w:val="00856483"/>
    <w:rsid w:val="008853F6"/>
    <w:rsid w:val="008B54B5"/>
    <w:rsid w:val="008C000B"/>
    <w:rsid w:val="00903B77"/>
    <w:rsid w:val="009230AF"/>
    <w:rsid w:val="009D0905"/>
    <w:rsid w:val="009F350B"/>
    <w:rsid w:val="00A136B5"/>
    <w:rsid w:val="00A336ED"/>
    <w:rsid w:val="00AE25AF"/>
    <w:rsid w:val="00B63889"/>
    <w:rsid w:val="00C0331C"/>
    <w:rsid w:val="00C1080F"/>
    <w:rsid w:val="00C37FF1"/>
    <w:rsid w:val="00C94144"/>
    <w:rsid w:val="00D156FF"/>
    <w:rsid w:val="00D31B2C"/>
    <w:rsid w:val="00DA5B33"/>
    <w:rsid w:val="00DB6116"/>
    <w:rsid w:val="00DE6D36"/>
    <w:rsid w:val="00E61569"/>
    <w:rsid w:val="00EA4E6D"/>
    <w:rsid w:val="00F23A4F"/>
    <w:rsid w:val="00F41986"/>
    <w:rsid w:val="00FA6870"/>
    <w:rsid w:val="00FC67F5"/>
    <w:rsid w:val="00FF5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34233A9-2E5A-4DED-828A-A4CCFCE86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6D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E6D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E6D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E6D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E6D36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0110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01106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01106F"/>
    <w:pPr>
      <w:ind w:left="720"/>
      <w:contextualSpacing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E99CF780.dotm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Zdeněk Bc.</dc:creator>
  <cp:keywords/>
  <dc:description/>
  <cp:lastModifiedBy>Filip Zdeněk Bc.</cp:lastModifiedBy>
  <cp:revision>2</cp:revision>
  <dcterms:created xsi:type="dcterms:W3CDTF">2022-03-17T09:41:00Z</dcterms:created>
  <dcterms:modified xsi:type="dcterms:W3CDTF">2022-03-17T09:41:00Z</dcterms:modified>
</cp:coreProperties>
</file>